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84" w:rsidRDefault="00345684" w:rsidP="00B33C27">
      <w:pPr>
        <w:pStyle w:val="Heading1"/>
        <w:jc w:val="center"/>
        <w:rPr>
          <w:b/>
          <w:sz w:val="36"/>
          <w:szCs w:val="36"/>
          <w:u w:val="none"/>
        </w:rPr>
      </w:pPr>
      <w:r w:rsidRPr="00EB3E23">
        <w:rPr>
          <w:b/>
          <w:sz w:val="32"/>
          <w:szCs w:val="32"/>
          <w:u w:val="none"/>
        </w:rPr>
        <w:t>РЕШЕНИЕ</w:t>
      </w:r>
    </w:p>
    <w:p w:rsidR="00345684" w:rsidRPr="00B33C27" w:rsidRDefault="00345684" w:rsidP="00B33C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684" w:rsidRDefault="00345684" w:rsidP="00B33C27">
      <w:pPr>
        <w:pStyle w:val="Heading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НОВОЯСЕНСКОГО  СЕЛЬСКОГО ПОСЕЛЕНИЯ</w:t>
      </w:r>
    </w:p>
    <w:p w:rsidR="00345684" w:rsidRDefault="00345684" w:rsidP="00B33C27">
      <w:pPr>
        <w:pStyle w:val="Heading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345684" w:rsidRDefault="00345684" w:rsidP="005343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684" w:rsidRDefault="00345684" w:rsidP="00036C2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24.08.2017 г                                                                                       № 32.1</w:t>
      </w:r>
    </w:p>
    <w:p w:rsidR="00345684" w:rsidRDefault="00345684" w:rsidP="00036C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5684" w:rsidRDefault="00345684" w:rsidP="00036C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Новоясенская</w:t>
      </w:r>
    </w:p>
    <w:p w:rsidR="00345684" w:rsidRDefault="00345684" w:rsidP="00CD5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5684" w:rsidRPr="0000626C" w:rsidRDefault="00345684" w:rsidP="00CD5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5684" w:rsidRPr="0000626C" w:rsidRDefault="00345684" w:rsidP="00006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626C">
        <w:rPr>
          <w:rFonts w:ascii="Times New Roman" w:hAnsi="Times New Roman"/>
          <w:b/>
          <w:sz w:val="28"/>
          <w:szCs w:val="28"/>
        </w:rPr>
        <w:t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F92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новой редакции</w:t>
      </w:r>
    </w:p>
    <w:p w:rsidR="00345684" w:rsidRDefault="00345684" w:rsidP="0000626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45684" w:rsidRDefault="00345684" w:rsidP="0000626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45684" w:rsidRPr="0000626C" w:rsidRDefault="00345684" w:rsidP="0000626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45684" w:rsidRPr="00CD5A77" w:rsidRDefault="00345684" w:rsidP="008E7E7B">
      <w:pPr>
        <w:pStyle w:val="Heading1"/>
        <w:ind w:firstLine="85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В соответствии с Постановлением Российской Федерации от 01 декабря 2016 года №1283 «О внесении изменений в постановление Правительства Российской Федерации от 21.08.2010 года № 645», </w:t>
      </w:r>
      <w:r w:rsidRPr="0000626C">
        <w:rPr>
          <w:sz w:val="28"/>
          <w:szCs w:val="28"/>
          <w:u w:val="none"/>
        </w:rPr>
        <w:t>статьей 7 Федерального закона от 06.10.2003 г. № 131-ФЗ «Об общих принципах организации местного самоуправления в Российской Федерации», статьей 18 Федерального закона от 24.07.2007 №</w:t>
      </w:r>
      <w:r>
        <w:rPr>
          <w:sz w:val="28"/>
          <w:szCs w:val="28"/>
          <w:u w:val="none"/>
        </w:rPr>
        <w:t xml:space="preserve"> </w:t>
      </w:r>
      <w:r w:rsidRPr="0000626C">
        <w:rPr>
          <w:sz w:val="28"/>
          <w:szCs w:val="28"/>
          <w:u w:val="none"/>
        </w:rPr>
        <w:t>209-ФЗ «О развитии малого и среднего предпринимательства в Российской Федерации»,</w:t>
      </w:r>
      <w:r>
        <w:rPr>
          <w:sz w:val="28"/>
          <w:szCs w:val="28"/>
          <w:u w:val="none"/>
        </w:rPr>
        <w:t xml:space="preserve"> </w:t>
      </w:r>
      <w:r w:rsidRPr="00CD5A77">
        <w:rPr>
          <w:sz w:val="28"/>
          <w:szCs w:val="28"/>
          <w:u w:val="none"/>
        </w:rPr>
        <w:t xml:space="preserve">руководствуясь статьей 26 Устава </w:t>
      </w:r>
      <w:r>
        <w:rPr>
          <w:sz w:val="28"/>
          <w:szCs w:val="28"/>
          <w:u w:val="none"/>
        </w:rPr>
        <w:t xml:space="preserve">Новоясенского </w:t>
      </w:r>
      <w:r w:rsidRPr="00CD5A77">
        <w:rPr>
          <w:sz w:val="28"/>
          <w:szCs w:val="28"/>
          <w:u w:val="none"/>
        </w:rPr>
        <w:t>сельского поселения Староминского</w:t>
      </w:r>
      <w:r>
        <w:rPr>
          <w:sz w:val="28"/>
          <w:szCs w:val="28"/>
          <w:u w:val="none"/>
        </w:rPr>
        <w:t xml:space="preserve"> района, Совет Новоясенского сельского </w:t>
      </w:r>
      <w:r w:rsidRPr="00CD5A77">
        <w:rPr>
          <w:sz w:val="28"/>
          <w:szCs w:val="28"/>
          <w:u w:val="none"/>
        </w:rPr>
        <w:t>поселения Староминского района р е ш и л:</w:t>
      </w:r>
    </w:p>
    <w:p w:rsidR="00345684" w:rsidRDefault="00345684" w:rsidP="00D86561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626C">
        <w:rPr>
          <w:sz w:val="28"/>
          <w:szCs w:val="28"/>
        </w:rPr>
        <w:t>Утвердить порядок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>
        <w:rPr>
          <w:sz w:val="28"/>
          <w:szCs w:val="28"/>
        </w:rPr>
        <w:t xml:space="preserve"> и среднего предпринимательства в новой редакции</w:t>
      </w:r>
      <w:r w:rsidRPr="0000626C">
        <w:rPr>
          <w:sz w:val="28"/>
          <w:szCs w:val="28"/>
        </w:rPr>
        <w:t xml:space="preserve"> (прилагается).</w:t>
      </w:r>
    </w:p>
    <w:p w:rsidR="00345684" w:rsidRDefault="00345684" w:rsidP="0047128A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Совета Новоясенского  сельского поселения Староминского района № 27.5 от 21.03.2017г. </w:t>
      </w:r>
      <w:r w:rsidRPr="0047128A">
        <w:rPr>
          <w:sz w:val="28"/>
          <w:szCs w:val="28"/>
        </w:rPr>
        <w:t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sz w:val="28"/>
          <w:szCs w:val="28"/>
        </w:rPr>
        <w:t xml:space="preserve"> признать утратившим силу.</w:t>
      </w:r>
    </w:p>
    <w:p w:rsidR="00345684" w:rsidRPr="0047128A" w:rsidRDefault="00345684" w:rsidP="0047128A">
      <w:pPr>
        <w:pStyle w:val="NormalWeb"/>
        <w:spacing w:before="0" w:beforeAutospacing="0" w:after="0" w:afterAutospacing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7128A">
        <w:rPr>
          <w:sz w:val="28"/>
          <w:szCs w:val="28"/>
        </w:rPr>
        <w:t>Контроль за выполнением решения возложить на комиссию по вопросам агропромышленного комплекса, экологии, имущественных и земельных отношений и правовым вопросам Совета Новоясенского сельского поселения Староминского района ( Галась И.Г.).</w:t>
      </w:r>
    </w:p>
    <w:p w:rsidR="00345684" w:rsidRPr="0047128A" w:rsidRDefault="00345684" w:rsidP="0047128A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t>4.</w:t>
      </w:r>
      <w:r w:rsidRPr="00D86561">
        <w:t xml:space="preserve"> </w:t>
      </w:r>
      <w:r>
        <w:rPr>
          <w:sz w:val="28"/>
          <w:szCs w:val="28"/>
          <w:lang w:eastAsia="zh-CN"/>
        </w:rPr>
        <w:t xml:space="preserve">Опубликовать настоящее решение </w:t>
      </w:r>
      <w:r w:rsidRPr="00D86561">
        <w:rPr>
          <w:sz w:val="28"/>
          <w:szCs w:val="28"/>
          <w:lang w:eastAsia="zh-CN"/>
        </w:rPr>
        <w:t xml:space="preserve">на официальном сайте </w:t>
      </w:r>
      <w:r>
        <w:rPr>
          <w:sz w:val="28"/>
          <w:szCs w:val="28"/>
          <w:lang w:eastAsia="zh-CN"/>
        </w:rPr>
        <w:t>Новоясенского сельского поселения Староминского района</w:t>
      </w:r>
      <w:r w:rsidRPr="00D86561">
        <w:t xml:space="preserve"> </w:t>
      </w:r>
      <w:r w:rsidRPr="0047128A">
        <w:rPr>
          <w:sz w:val="28"/>
          <w:szCs w:val="28"/>
        </w:rPr>
        <w:t>http://admnovoyas.hol.es</w:t>
      </w:r>
    </w:p>
    <w:p w:rsidR="00345684" w:rsidRDefault="00345684" w:rsidP="0047128A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 момента его официального обнародования.</w:t>
      </w:r>
    </w:p>
    <w:p w:rsidR="00345684" w:rsidRPr="00D65286" w:rsidRDefault="00345684" w:rsidP="0047128A">
      <w:pPr>
        <w:pStyle w:val="ConsNonformat"/>
        <w:widowControl/>
        <w:tabs>
          <w:tab w:val="left" w:pos="1080"/>
          <w:tab w:val="left" w:pos="9540"/>
        </w:tabs>
        <w:jc w:val="both"/>
        <w:rPr>
          <w:rFonts w:ascii="Times New Roman" w:hAnsi="Times New Roman"/>
          <w:sz w:val="28"/>
          <w:szCs w:val="28"/>
        </w:rPr>
      </w:pPr>
    </w:p>
    <w:p w:rsidR="00345684" w:rsidRPr="00750DFD" w:rsidRDefault="00345684" w:rsidP="000062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5684" w:rsidRDefault="00345684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hAnsi="Times New Roman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Исполняющий обязанности главы </w:t>
      </w:r>
    </w:p>
    <w:p w:rsidR="00345684" w:rsidRPr="00F10F65" w:rsidRDefault="00345684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hAnsi="Times New Roman" w:cs="Tahoma"/>
          <w:color w:val="000000"/>
          <w:sz w:val="28"/>
          <w:szCs w:val="28"/>
          <w:lang w:eastAsia="en-US"/>
        </w:rPr>
      </w:pPr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Новоясенского </w:t>
      </w:r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сельского поселения </w:t>
      </w:r>
    </w:p>
    <w:p w:rsidR="00345684" w:rsidRPr="00F10F65" w:rsidRDefault="00345684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hAnsi="Times New Roman" w:cs="Tahoma"/>
          <w:color w:val="000000"/>
          <w:sz w:val="28"/>
          <w:szCs w:val="28"/>
          <w:lang w:eastAsia="en-US"/>
        </w:rPr>
      </w:pPr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Староминского района                                   </w:t>
      </w: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                               </w:t>
      </w:r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>С.А. Крапивина</w:t>
      </w: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  <w:r w:rsidRPr="0000626C">
        <w:rPr>
          <w:rFonts w:ascii="Times New Roman" w:hAnsi="Times New Roman"/>
          <w:sz w:val="28"/>
          <w:szCs w:val="20"/>
        </w:rPr>
        <w:t>ПРИЛОЖЕНИЕ</w:t>
      </w:r>
      <w:r>
        <w:rPr>
          <w:rFonts w:ascii="Times New Roman" w:hAnsi="Times New Roman"/>
          <w:sz w:val="28"/>
          <w:szCs w:val="20"/>
        </w:rPr>
        <w:t xml:space="preserve"> №1</w:t>
      </w: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  <w:r w:rsidRPr="0000626C">
        <w:rPr>
          <w:rFonts w:ascii="Times New Roman" w:hAnsi="Times New Roman"/>
          <w:sz w:val="28"/>
          <w:szCs w:val="20"/>
        </w:rPr>
        <w:t>к решению Совета</w:t>
      </w: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Новоясенского </w:t>
      </w: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  <w:r w:rsidRPr="0000626C">
        <w:rPr>
          <w:rFonts w:ascii="Times New Roman" w:hAnsi="Times New Roman"/>
          <w:sz w:val="28"/>
          <w:szCs w:val="20"/>
        </w:rPr>
        <w:t>сельского поселения</w:t>
      </w: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  <w:r w:rsidRPr="0000626C">
        <w:rPr>
          <w:rFonts w:ascii="Times New Roman" w:hAnsi="Times New Roman"/>
          <w:sz w:val="28"/>
          <w:szCs w:val="20"/>
        </w:rPr>
        <w:t>Староминского района</w:t>
      </w: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>о</w:t>
      </w:r>
      <w:r w:rsidRPr="0000626C">
        <w:rPr>
          <w:rFonts w:ascii="Times New Roman" w:hAnsi="Times New Roman"/>
          <w:sz w:val="28"/>
          <w:szCs w:val="20"/>
        </w:rPr>
        <w:t>т</w:t>
      </w:r>
      <w:r>
        <w:rPr>
          <w:rFonts w:ascii="Times New Roman" w:hAnsi="Times New Roman"/>
          <w:sz w:val="28"/>
          <w:szCs w:val="20"/>
        </w:rPr>
        <w:t xml:space="preserve"> 24.08.2017 г </w:t>
      </w:r>
      <w:r w:rsidRPr="0000626C">
        <w:rPr>
          <w:rFonts w:ascii="Times New Roman" w:hAnsi="Times New Roman"/>
          <w:sz w:val="28"/>
          <w:szCs w:val="20"/>
        </w:rPr>
        <w:t xml:space="preserve">№ </w:t>
      </w:r>
      <w:r>
        <w:rPr>
          <w:rFonts w:ascii="Times New Roman" w:hAnsi="Times New Roman"/>
          <w:sz w:val="28"/>
          <w:szCs w:val="20"/>
        </w:rPr>
        <w:t>32.1</w:t>
      </w:r>
    </w:p>
    <w:p w:rsidR="00345684" w:rsidRDefault="00345684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1"/>
          <w:sz w:val="28"/>
          <w:szCs w:val="28"/>
        </w:rPr>
      </w:pPr>
      <w:bookmarkStart w:id="0" w:name="P41"/>
      <w:bookmarkEnd w:id="0"/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1"/>
          <w:sz w:val="28"/>
          <w:szCs w:val="28"/>
        </w:rPr>
      </w:pPr>
      <w:r w:rsidRPr="0000626C">
        <w:rPr>
          <w:rFonts w:ascii="Times New Roman" w:hAnsi="Times New Roman"/>
          <w:b/>
          <w:kern w:val="1"/>
          <w:sz w:val="28"/>
          <w:szCs w:val="28"/>
        </w:rPr>
        <w:t>ПОРЯДОК</w:t>
      </w:r>
    </w:p>
    <w:p w:rsidR="00345684" w:rsidRPr="0000626C" w:rsidRDefault="00345684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1"/>
          <w:sz w:val="28"/>
          <w:szCs w:val="28"/>
        </w:rPr>
      </w:pPr>
      <w:r w:rsidRPr="0000626C">
        <w:rPr>
          <w:rFonts w:ascii="Times New Roman" w:hAnsi="Times New Roman"/>
          <w:b/>
          <w:kern w:val="1"/>
          <w:sz w:val="28"/>
          <w:szCs w:val="28"/>
        </w:rPr>
        <w:t>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45684" w:rsidRPr="009E60D2" w:rsidRDefault="00345684" w:rsidP="009E60D2">
      <w:pPr>
        <w:widowControl w:val="0"/>
        <w:suppressAutoHyphens/>
        <w:spacing w:after="0" w:line="240" w:lineRule="auto"/>
        <w:ind w:firstLine="993"/>
        <w:jc w:val="both"/>
        <w:rPr>
          <w:rFonts w:ascii="Times New Roman" w:hAnsi="Times New Roman"/>
          <w:kern w:val="1"/>
          <w:sz w:val="28"/>
          <w:szCs w:val="28"/>
        </w:rPr>
      </w:pPr>
    </w:p>
    <w:p w:rsidR="00345684" w:rsidRPr="0075693A" w:rsidRDefault="00345684" w:rsidP="0075693A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345684" w:rsidRDefault="00345684" w:rsidP="009E60D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  <w:lang w:eastAsia="zh-CN"/>
        </w:rPr>
        <w:t xml:space="preserve">1.1. Настоящий 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>
        <w:rPr>
          <w:rFonts w:ascii="Times New Roman" w:hAnsi="Times New Roman"/>
          <w:sz w:val="28"/>
          <w:szCs w:val="28"/>
          <w:lang w:eastAsia="zh-CN"/>
        </w:rPr>
        <w:t xml:space="preserve">Новоясенского </w:t>
      </w:r>
      <w:r w:rsidRPr="009E60D2">
        <w:rPr>
          <w:rFonts w:ascii="Times New Roman" w:hAnsi="Times New Roman"/>
          <w:sz w:val="28"/>
          <w:szCs w:val="28"/>
          <w:lang w:eastAsia="zh-CN"/>
        </w:rPr>
        <w:t xml:space="preserve">сельского поселения Староминского района (далее - Порядок), разработан в соответствии с </w:t>
      </w:r>
      <w:hyperlink r:id="rId5" w:history="1">
        <w:r w:rsidRPr="009E60D2">
          <w:rPr>
            <w:rFonts w:ascii="Times New Roman" w:hAnsi="Times New Roman"/>
            <w:sz w:val="28"/>
            <w:szCs w:val="28"/>
            <w:lang w:eastAsia="zh-CN"/>
          </w:rPr>
          <w:t>Федеральным законом от 24.07.2007 N 209-ФЗ "О развитии малого и среднего предпринимательства в Российской Федерации"</w:t>
        </w:r>
      </w:hyperlink>
      <w:r w:rsidRPr="009E60D2">
        <w:rPr>
          <w:rFonts w:ascii="Times New Roman" w:hAnsi="Times New Roman"/>
          <w:sz w:val="28"/>
          <w:szCs w:val="28"/>
          <w:lang w:eastAsia="zh-CN"/>
        </w:rPr>
        <w:t xml:space="preserve">, </w:t>
      </w:r>
      <w:hyperlink r:id="rId6" w:history="1">
        <w:r w:rsidRPr="009E60D2">
          <w:rPr>
            <w:rFonts w:ascii="Times New Roman" w:hAnsi="Times New Roman"/>
            <w:sz w:val="28"/>
            <w:szCs w:val="28"/>
            <w:lang w:eastAsia="zh-CN"/>
          </w:rPr>
          <w:t xml:space="preserve">Федеральным законом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</w:t>
        </w:r>
        <w:r>
          <w:rPr>
            <w:rFonts w:ascii="Times New Roman" w:hAnsi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hAnsi="Times New Roman"/>
            <w:sz w:val="28"/>
            <w:szCs w:val="28"/>
            <w:lang w:eastAsia="zh-CN"/>
          </w:rPr>
          <w:t xml:space="preserve">собственности </w:t>
        </w:r>
        <w:r>
          <w:rPr>
            <w:rFonts w:ascii="Times New Roman" w:hAnsi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hAnsi="Times New Roman"/>
            <w:sz w:val="28"/>
            <w:szCs w:val="28"/>
            <w:lang w:eastAsia="zh-CN"/>
          </w:rPr>
          <w:t xml:space="preserve">и </w:t>
        </w:r>
        <w:r>
          <w:rPr>
            <w:rFonts w:ascii="Times New Roman" w:hAnsi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hAnsi="Times New Roman"/>
            <w:sz w:val="28"/>
            <w:szCs w:val="28"/>
            <w:lang w:eastAsia="zh-CN"/>
          </w:rPr>
          <w:t xml:space="preserve">арендуемого субъектами малого и среднего предпринимательства, и о </w:t>
        </w:r>
        <w:r>
          <w:rPr>
            <w:rFonts w:ascii="Times New Roman" w:hAnsi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hAnsi="Times New Roman"/>
            <w:sz w:val="28"/>
            <w:szCs w:val="28"/>
            <w:lang w:eastAsia="zh-CN"/>
          </w:rPr>
          <w:t xml:space="preserve">внесении изменений </w:t>
        </w:r>
        <w:r>
          <w:rPr>
            <w:rFonts w:ascii="Times New Roman" w:hAnsi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hAnsi="Times New Roman"/>
            <w:sz w:val="28"/>
            <w:szCs w:val="28"/>
            <w:lang w:eastAsia="zh-CN"/>
          </w:rPr>
          <w:t>в отдельные</w:t>
        </w:r>
        <w:r>
          <w:rPr>
            <w:rFonts w:ascii="Times New Roman" w:hAnsi="Times New Roman"/>
            <w:sz w:val="28"/>
            <w:szCs w:val="28"/>
            <w:lang w:eastAsia="zh-CN"/>
          </w:rPr>
          <w:t xml:space="preserve"> </w:t>
        </w:r>
        <w:r w:rsidRPr="009E60D2">
          <w:rPr>
            <w:rFonts w:ascii="Times New Roman" w:hAnsi="Times New Roman"/>
            <w:sz w:val="28"/>
            <w:szCs w:val="28"/>
            <w:lang w:eastAsia="zh-CN"/>
          </w:rPr>
          <w:t xml:space="preserve"> законодательные</w:t>
        </w:r>
      </w:hyperlink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9E60D2">
        <w:rPr>
          <w:rFonts w:ascii="Times New Roman" w:hAnsi="Times New Roman"/>
          <w:sz w:val="28"/>
          <w:szCs w:val="28"/>
          <w:lang w:eastAsia="zh-CN"/>
        </w:rPr>
        <w:t>акты Российской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9E60D2">
        <w:rPr>
          <w:rFonts w:ascii="Times New Roman" w:hAnsi="Times New Roman"/>
          <w:sz w:val="28"/>
          <w:szCs w:val="28"/>
          <w:lang w:eastAsia="zh-CN"/>
        </w:rPr>
        <w:t>Федерации.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5684" w:rsidRDefault="00345684" w:rsidP="009E60D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 xml:space="preserve">1.2. Настоящий Порядок регулирует правила формирования, ведения и публикации Перечня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Новоясенского </w:t>
      </w:r>
      <w:r w:rsidRPr="009E60D2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</w:t>
      </w:r>
      <w:r w:rsidRPr="009E60D2">
        <w:rPr>
          <w:rFonts w:ascii="Times New Roman" w:hAnsi="Times New Roman"/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>
        <w:rPr>
          <w:rFonts w:ascii="Times New Roman" w:hAnsi="Times New Roman"/>
          <w:sz w:val="28"/>
          <w:szCs w:val="28"/>
        </w:rPr>
        <w:t xml:space="preserve">Новоясенского </w:t>
      </w:r>
      <w:r w:rsidRPr="009E60D2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Перечень).</w:t>
      </w:r>
    </w:p>
    <w:p w:rsidR="00345684" w:rsidRDefault="00345684" w:rsidP="009E60D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>1.3. Перечень формируется в соответствии с настоящим Порядком и утверждается</w:t>
      </w:r>
      <w:r>
        <w:rPr>
          <w:rFonts w:ascii="Times New Roman" w:hAnsi="Times New Roman"/>
          <w:sz w:val="28"/>
          <w:szCs w:val="28"/>
        </w:rPr>
        <w:t xml:space="preserve"> Решением Совета Новоясенского </w:t>
      </w:r>
      <w:r w:rsidRPr="009E60D2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</w:t>
      </w:r>
      <w:r>
        <w:rPr>
          <w:rFonts w:ascii="Times New Roman" w:hAnsi="Times New Roman"/>
          <w:sz w:val="28"/>
          <w:szCs w:val="28"/>
          <w:lang w:eastAsia="zh-CN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5684" w:rsidRDefault="00345684" w:rsidP="009E60D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 xml:space="preserve">1.4. Муниципальное имущество, включенное в указанный Перечень, может передаваться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не подлежит отчуждению в частную собственность, в том числе в собственность субъектов малого и среднего предпринимательства, во владении и (или) пользовании которых находится это имущество,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</w:t>
      </w:r>
      <w:hyperlink r:id="rId7" w:history="1">
        <w:r w:rsidRPr="009E60D2">
          <w:rPr>
            <w:rFonts w:ascii="Times New Roman" w:hAnsi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9E60D2">
        <w:rPr>
          <w:rFonts w:ascii="Times New Roman" w:hAnsi="Times New Roman"/>
          <w:sz w:val="28"/>
          <w:szCs w:val="28"/>
        </w:rPr>
        <w:t>.</w:t>
      </w:r>
    </w:p>
    <w:p w:rsidR="00345684" w:rsidRPr="009E60D2" w:rsidRDefault="00345684" w:rsidP="009E60D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45684" w:rsidRPr="0075693A" w:rsidRDefault="00345684" w:rsidP="0075693A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b/>
          <w:bCs/>
          <w:sz w:val="28"/>
          <w:szCs w:val="28"/>
        </w:rPr>
        <w:t>2. Порядок формирования Перечня</w:t>
      </w:r>
    </w:p>
    <w:p w:rsidR="00345684" w:rsidRPr="009E60D2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 xml:space="preserve">2.1. В Перечень включается имущество, находящееся в собственности </w:t>
      </w:r>
      <w:r>
        <w:rPr>
          <w:rFonts w:ascii="Times New Roman" w:hAnsi="Times New Roman"/>
          <w:sz w:val="28"/>
          <w:szCs w:val="28"/>
        </w:rPr>
        <w:t xml:space="preserve">Новоясенского </w:t>
      </w:r>
      <w:r w:rsidRPr="009E60D2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</w:t>
      </w:r>
      <w:r w:rsidRPr="009E60D2">
        <w:rPr>
          <w:rFonts w:ascii="Times New Roman" w:hAnsi="Times New Roman"/>
          <w:sz w:val="28"/>
          <w:szCs w:val="28"/>
        </w:rPr>
        <w:t>, свободное от прав третьих лиц (за исключением имущественных прав субъектов малого и среднего предпринимательства), а также занимаемое организациями, образующими инфраструктуру поддержки малого и среднего предпринимательства.</w:t>
      </w:r>
    </w:p>
    <w:p w:rsidR="00345684" w:rsidRPr="009E60D2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>В случае нахождения имущества на праве хозяйственного ведения муниципального унитарного предприятия в Перечень включается имущество исключительно с согласия пре</w:t>
      </w:r>
      <w:r>
        <w:rPr>
          <w:rFonts w:ascii="Times New Roman" w:hAnsi="Times New Roman"/>
          <w:sz w:val="28"/>
          <w:szCs w:val="28"/>
        </w:rPr>
        <w:t>дприятия.</w:t>
      </w:r>
    </w:p>
    <w:p w:rsidR="00345684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 xml:space="preserve">2.2. Имущество, включенное в Перечень, может быть использовано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соответствии с требованиями действующего законодательства Российской Федерации и иными нормативными правовыми актами, а также может быть отчуждено на возмездной основе в собственность субъектов малого и среднего предпринимательства в соответствии с частью 2.1 статьи 9 </w:t>
      </w:r>
      <w:hyperlink r:id="rId8" w:history="1">
        <w:r w:rsidRPr="009E60D2">
          <w:rPr>
            <w:rFonts w:ascii="Times New Roman" w:hAnsi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9E60D2">
        <w:rPr>
          <w:rFonts w:ascii="Times New Roman" w:hAnsi="Times New Roman"/>
          <w:sz w:val="28"/>
          <w:szCs w:val="28"/>
        </w:rPr>
        <w:t>.</w:t>
      </w:r>
    </w:p>
    <w:p w:rsidR="00345684" w:rsidRPr="009E60D2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 xml:space="preserve">2.3. Формирование Перечня представляет собой действия по подготовке проекта решения </w:t>
      </w:r>
      <w:r>
        <w:rPr>
          <w:rFonts w:ascii="Times New Roman" w:hAnsi="Times New Roman"/>
          <w:sz w:val="28"/>
          <w:szCs w:val="28"/>
        </w:rPr>
        <w:t xml:space="preserve">Совета Новоясенского </w:t>
      </w:r>
      <w:r w:rsidRPr="009E60D2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</w:t>
      </w:r>
      <w:r w:rsidRPr="009E60D2">
        <w:rPr>
          <w:rFonts w:ascii="Times New Roman" w:hAnsi="Times New Roman"/>
          <w:sz w:val="28"/>
          <w:szCs w:val="28"/>
        </w:rPr>
        <w:t xml:space="preserve"> об утвержд</w:t>
      </w:r>
      <w:r>
        <w:rPr>
          <w:rFonts w:ascii="Times New Roman" w:hAnsi="Times New Roman"/>
          <w:sz w:val="28"/>
          <w:szCs w:val="28"/>
        </w:rPr>
        <w:t>ении Перечня либо его изменении.</w:t>
      </w:r>
    </w:p>
    <w:p w:rsidR="00345684" w:rsidRDefault="00345684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 xml:space="preserve">2.4. Ведение Перечня представляет собой деятельность по занесению в него данных о соответствующем муниципальном имуществе, изменению и дополнению Перечня, а также его хранению </w:t>
      </w:r>
      <w:r>
        <w:rPr>
          <w:rFonts w:ascii="Times New Roman" w:hAnsi="Times New Roman"/>
          <w:sz w:val="28"/>
          <w:szCs w:val="28"/>
        </w:rPr>
        <w:t>в электронном и бумажном виде.</w:t>
      </w:r>
    </w:p>
    <w:p w:rsidR="00345684" w:rsidRDefault="00345684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65E79">
        <w:rPr>
          <w:rFonts w:ascii="Times New Roman" w:hAnsi="Times New Roman"/>
          <w:bCs/>
          <w:sz w:val="28"/>
          <w:szCs w:val="28"/>
        </w:rPr>
        <w:t>2.5. Формирование и ведение Перечней основывается на следующих основных принципах:</w:t>
      </w:r>
    </w:p>
    <w:p w:rsidR="00345684" w:rsidRDefault="00345684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965E79">
        <w:rPr>
          <w:rFonts w:ascii="Times New Roman" w:hAnsi="Times New Roman"/>
          <w:bCs/>
          <w:sz w:val="28"/>
          <w:szCs w:val="28"/>
        </w:rPr>
        <w:t>достоверности данных и легитимности источников информации, используемых для ведения Перечней;</w:t>
      </w:r>
    </w:p>
    <w:p w:rsidR="00345684" w:rsidRDefault="00345684" w:rsidP="00965E7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5E79">
        <w:rPr>
          <w:rFonts w:ascii="Times New Roman" w:hAnsi="Times New Roman"/>
          <w:bCs/>
          <w:sz w:val="28"/>
          <w:szCs w:val="28"/>
        </w:rPr>
        <w:t>возможности оперативного доступа к сведениям Перечней;</w:t>
      </w:r>
    </w:p>
    <w:p w:rsidR="00345684" w:rsidRPr="00230A7C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5E79">
        <w:rPr>
          <w:rFonts w:ascii="Times New Roman" w:hAnsi="Times New Roman"/>
          <w:bCs/>
          <w:sz w:val="28"/>
          <w:szCs w:val="28"/>
        </w:rPr>
        <w:t>ежегодной актуализации Перечней до 1 ноября текущего года.</w:t>
      </w:r>
    </w:p>
    <w:p w:rsidR="00345684" w:rsidRPr="00230A7C" w:rsidRDefault="00345684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 В Перечень свободного имущества вносятся сведения о недвижимом имуществе, соответствующем следующим критериям:</w:t>
      </w:r>
    </w:p>
    <w:p w:rsidR="00345684" w:rsidRPr="00230A7C" w:rsidRDefault="00345684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2.6.1. имущество свободно от прав третьих лиц.</w:t>
      </w:r>
    </w:p>
    <w:p w:rsidR="00345684" w:rsidRPr="00230A7C" w:rsidRDefault="00345684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2.6.2. имущество не ограничено в обороте.</w:t>
      </w:r>
    </w:p>
    <w:p w:rsidR="00345684" w:rsidRPr="00230A7C" w:rsidRDefault="00345684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2.6.3. имущество не является объектом религиозного назначения.</w:t>
      </w:r>
    </w:p>
    <w:p w:rsidR="00345684" w:rsidRPr="00230A7C" w:rsidRDefault="00345684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2.6.4. имущество не является объектом незавершенного строительства.</w:t>
      </w:r>
    </w:p>
    <w:p w:rsidR="00345684" w:rsidRPr="00230A7C" w:rsidRDefault="00345684" w:rsidP="00E568A1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2.6.5. В отношении имущества не принято решение о предоставлении его третьим лицам.</w:t>
      </w:r>
    </w:p>
    <w:p w:rsidR="00345684" w:rsidRPr="00230A7C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 xml:space="preserve">2.6.6. имущество не включено в прогнозный план (программу)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Новоясенского </w:t>
      </w:r>
      <w:r w:rsidRPr="00230A7C">
        <w:rPr>
          <w:rFonts w:ascii="Times New Roman" w:hAnsi="Times New Roman"/>
          <w:sz w:val="28"/>
          <w:szCs w:val="28"/>
        </w:rPr>
        <w:t>сельского поселения Староминского района.</w:t>
      </w:r>
    </w:p>
    <w:p w:rsidR="00345684" w:rsidRPr="00230A7C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2.6.7. имущество не признано аварийным в установленном порядке и подлежащим сносу или реконструкции.</w:t>
      </w:r>
    </w:p>
    <w:p w:rsidR="00345684" w:rsidRPr="009E60D2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9E60D2">
        <w:rPr>
          <w:rFonts w:ascii="Times New Roman" w:hAnsi="Times New Roman"/>
          <w:sz w:val="28"/>
          <w:szCs w:val="28"/>
        </w:rPr>
        <w:t>. Объекты муниципальной собственности могут быть исклю</w:t>
      </w:r>
      <w:r>
        <w:rPr>
          <w:rFonts w:ascii="Times New Roman" w:hAnsi="Times New Roman"/>
          <w:sz w:val="28"/>
          <w:szCs w:val="28"/>
        </w:rPr>
        <w:t>чены из Перечня в случаях:</w:t>
      </w:r>
    </w:p>
    <w:p w:rsidR="00345684" w:rsidRPr="009E60D2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</w:t>
      </w:r>
      <w:r w:rsidRPr="009E60D2">
        <w:rPr>
          <w:rFonts w:ascii="Times New Roman" w:hAnsi="Times New Roman"/>
          <w:sz w:val="28"/>
          <w:szCs w:val="28"/>
        </w:rPr>
        <w:t xml:space="preserve"> необходимости использования помещения для муниципал</w:t>
      </w:r>
      <w:r>
        <w:rPr>
          <w:rFonts w:ascii="Times New Roman" w:hAnsi="Times New Roman"/>
          <w:sz w:val="28"/>
          <w:szCs w:val="28"/>
        </w:rPr>
        <w:t>ьных или государственных нужд;</w:t>
      </w:r>
    </w:p>
    <w:p w:rsidR="00345684" w:rsidRPr="00F92FBE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2.7.2.</w:t>
      </w:r>
      <w:r w:rsidRPr="009E60D2">
        <w:rPr>
          <w:rFonts w:ascii="Times New Roman" w:hAnsi="Times New Roman"/>
          <w:sz w:val="28"/>
          <w:szCs w:val="28"/>
        </w:rPr>
        <w:t xml:space="preserve"> в случае передачи в установленном законом порядке объекта в государственную собственность РФ или государственную собственность </w:t>
      </w:r>
      <w:r>
        <w:rPr>
          <w:rFonts w:ascii="Times New Roman" w:hAnsi="Times New Roman"/>
          <w:sz w:val="28"/>
          <w:szCs w:val="28"/>
        </w:rPr>
        <w:t>Краснодарского края;</w:t>
      </w:r>
    </w:p>
    <w:p w:rsidR="00345684" w:rsidRPr="00230A7C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2.7.3.</w:t>
      </w:r>
      <w:r w:rsidRPr="009E60D2">
        <w:rPr>
          <w:rFonts w:ascii="Times New Roman" w:hAnsi="Times New Roman"/>
          <w:sz w:val="28"/>
          <w:szCs w:val="28"/>
        </w:rPr>
        <w:t xml:space="preserve"> в случае возмездного отчуждения объекта в собственность субъектов малого и среднего предпринимательства в соответствии с частью 2.1 статьи 9 </w:t>
      </w:r>
      <w:hyperlink r:id="rId9" w:history="1">
        <w:r w:rsidRPr="00F92FBE">
          <w:rPr>
            <w:rFonts w:ascii="Times New Roman" w:hAnsi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345684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2.7.4. п</w:t>
      </w:r>
      <w:r w:rsidRPr="00230A7C">
        <w:rPr>
          <w:rFonts w:ascii="Times New Roman" w:hAnsi="Times New Roman"/>
          <w:sz w:val="28"/>
          <w:szCs w:val="28"/>
        </w:rPr>
        <w:t>рекращение в установленном порядке права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230A7C">
        <w:rPr>
          <w:rFonts w:ascii="Times New Roman" w:hAnsi="Times New Roman"/>
          <w:sz w:val="28"/>
          <w:szCs w:val="28"/>
        </w:rPr>
        <w:t xml:space="preserve"> собственности </w:t>
      </w:r>
      <w:r>
        <w:rPr>
          <w:rFonts w:ascii="Times New Roman" w:hAnsi="Times New Roman"/>
          <w:sz w:val="28"/>
          <w:szCs w:val="28"/>
        </w:rPr>
        <w:t>Новоясенского сельского поселения Староминского района</w:t>
      </w:r>
      <w:r w:rsidRPr="00230A7C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имущество;</w:t>
      </w:r>
    </w:p>
    <w:p w:rsidR="00345684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2.7.5. </w:t>
      </w:r>
      <w:r w:rsidRPr="00230A7C">
        <w:rPr>
          <w:rFonts w:ascii="Times New Roman" w:hAnsi="Times New Roman"/>
          <w:sz w:val="28"/>
          <w:szCs w:val="28"/>
        </w:rPr>
        <w:t>отсутствие в течение двух лет со дня включения сведений о недвижимом имуществе в Перечень свободного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предпринимательства:</w:t>
      </w:r>
    </w:p>
    <w:p w:rsidR="00345684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>- заявок на участие в аукционе (конкурсе) на право заключения договора, предусматривающего переход пра</w:t>
      </w:r>
      <w:r>
        <w:rPr>
          <w:rFonts w:ascii="Times New Roman" w:hAnsi="Times New Roman"/>
          <w:sz w:val="28"/>
          <w:szCs w:val="28"/>
        </w:rPr>
        <w:t>в владения и (или) пользования;</w:t>
      </w:r>
    </w:p>
    <w:p w:rsidR="00345684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230A7C">
        <w:rPr>
          <w:rFonts w:ascii="Times New Roman" w:hAnsi="Times New Roman"/>
          <w:sz w:val="28"/>
          <w:szCs w:val="28"/>
        </w:rPr>
        <w:t xml:space="preserve">- заявлений о предоставлении недвижимого имущества, в отношении которого заключение договора, предусматривающего переход прав владения и (или) пользования, может быть осуществлено без проведения аукциона (конкурса) в случаях, предусмотренных </w:t>
      </w:r>
      <w:hyperlink r:id="rId10" w:history="1">
        <w:r w:rsidRPr="00230A7C">
          <w:rPr>
            <w:rFonts w:ascii="Times New Roman" w:hAnsi="Times New Roman"/>
            <w:sz w:val="28"/>
            <w:szCs w:val="28"/>
          </w:rPr>
          <w:t>Федеральным законом от 26 июля 2006 г. N 135-ФЗ "О защите конкуренции"</w:t>
        </w:r>
      </w:hyperlink>
      <w:r w:rsidRPr="00230A7C">
        <w:rPr>
          <w:rFonts w:ascii="Times New Roman" w:hAnsi="Times New Roman"/>
          <w:sz w:val="28"/>
          <w:szCs w:val="28"/>
        </w:rPr>
        <w:t>.</w:t>
      </w:r>
    </w:p>
    <w:p w:rsidR="00345684" w:rsidRPr="00230A7C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sz w:val="32"/>
          <w:szCs w:val="28"/>
        </w:rPr>
      </w:pPr>
      <w:r w:rsidRPr="00230A7C">
        <w:rPr>
          <w:rFonts w:ascii="Times New Roman" w:hAnsi="Times New Roman"/>
          <w:sz w:val="28"/>
          <w:szCs w:val="24"/>
        </w:rPr>
        <w:t>2.7.6. Недвижимое имущество не соответствует критериям, указанным в пункте 2.6 настоящего Порядка.</w:t>
      </w:r>
    </w:p>
    <w:p w:rsidR="00345684" w:rsidRPr="00F92FBE" w:rsidRDefault="00345684" w:rsidP="009E60D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>Исключение объектов муниципальной собственности из Перечня не является основанием для прекращения действия заключенных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договоров владения и</w:t>
      </w:r>
      <w:r>
        <w:rPr>
          <w:rFonts w:ascii="Times New Roman" w:hAnsi="Times New Roman"/>
          <w:sz w:val="28"/>
          <w:szCs w:val="28"/>
        </w:rPr>
        <w:t xml:space="preserve"> (или) пользования имуществом.</w:t>
      </w:r>
    </w:p>
    <w:p w:rsidR="00345684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9E60D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9E60D2">
        <w:rPr>
          <w:rFonts w:ascii="Times New Roman" w:hAnsi="Times New Roman"/>
          <w:sz w:val="28"/>
          <w:szCs w:val="28"/>
        </w:rPr>
        <w:t xml:space="preserve">.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</w:t>
      </w:r>
      <w:hyperlink r:id="rId11" w:history="1">
        <w:r w:rsidRPr="00F92FBE">
          <w:rPr>
            <w:rFonts w:ascii="Times New Roman" w:hAnsi="Times New Roman"/>
            <w:sz w:val="28"/>
            <w:szCs w:val="28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F92FBE">
        <w:rPr>
          <w:rFonts w:ascii="Times New Roman" w:hAnsi="Times New Roman"/>
          <w:sz w:val="28"/>
          <w:szCs w:val="28"/>
        </w:rPr>
        <w:t>.</w:t>
      </w:r>
    </w:p>
    <w:p w:rsidR="00345684" w:rsidRPr="00230A7C" w:rsidRDefault="00345684" w:rsidP="00230A7C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32"/>
          <w:szCs w:val="28"/>
        </w:rPr>
      </w:pPr>
      <w:r w:rsidRPr="00230A7C">
        <w:rPr>
          <w:rFonts w:ascii="Times New Roman" w:hAnsi="Times New Roman"/>
          <w:sz w:val="28"/>
          <w:szCs w:val="24"/>
        </w:rPr>
        <w:t>2.9. Ежегодное увеличение количества объектов в Перечне свободного имущества должно составлять не менее 10 процентов от ранее у</w:t>
      </w:r>
      <w:r>
        <w:rPr>
          <w:rFonts w:ascii="Times New Roman" w:hAnsi="Times New Roman"/>
          <w:sz w:val="28"/>
          <w:szCs w:val="24"/>
        </w:rPr>
        <w:t>твержденного количества.</w:t>
      </w:r>
    </w:p>
    <w:p w:rsidR="00345684" w:rsidRDefault="00345684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/>
          <w:sz w:val="28"/>
          <w:szCs w:val="24"/>
        </w:rPr>
        <w:t>2.10. Перечень свободного имущества и все внесенные в него изменения подлежат:</w:t>
      </w:r>
    </w:p>
    <w:p w:rsidR="00345684" w:rsidRDefault="00345684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/>
          <w:sz w:val="28"/>
          <w:szCs w:val="24"/>
        </w:rPr>
        <w:t xml:space="preserve">2.10.1. Обязательному опубликованию в средствах массовой информации - в течение 10 </w:t>
      </w:r>
      <w:r>
        <w:rPr>
          <w:rFonts w:ascii="Times New Roman" w:hAnsi="Times New Roman"/>
          <w:sz w:val="28"/>
          <w:szCs w:val="24"/>
        </w:rPr>
        <w:t>рабочих дней со дня утверждения;</w:t>
      </w:r>
    </w:p>
    <w:p w:rsidR="00345684" w:rsidRDefault="00345684" w:rsidP="0047128A">
      <w:pPr>
        <w:numPr>
          <w:ilvl w:val="0"/>
          <w:numId w:val="2"/>
        </w:numPr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/>
          <w:sz w:val="28"/>
          <w:szCs w:val="28"/>
        </w:rPr>
        <w:t xml:space="preserve">2.10.2. опубликованию в отдельном разделе на официальном сайте </w:t>
      </w:r>
      <w:r>
        <w:rPr>
          <w:rFonts w:ascii="Times New Roman" w:hAnsi="Times New Roman"/>
          <w:sz w:val="28"/>
          <w:szCs w:val="28"/>
        </w:rPr>
        <w:t xml:space="preserve">Новоясенского </w:t>
      </w:r>
      <w:r w:rsidRPr="008C12A9">
        <w:rPr>
          <w:rFonts w:ascii="Times New Roman" w:hAnsi="Times New Roman"/>
          <w:sz w:val="28"/>
          <w:szCs w:val="28"/>
        </w:rPr>
        <w:t>сельского поселения Староминского района в информационно-телекоммуникационной сети Интернет</w:t>
      </w:r>
      <w:r w:rsidRPr="0047128A">
        <w:t xml:space="preserve"> </w:t>
      </w:r>
      <w:hyperlink r:id="rId12" w:history="1">
        <w:r w:rsidRPr="00F613CA">
          <w:rPr>
            <w:rStyle w:val="Hyperlink"/>
            <w:rFonts w:ascii="Times New Roman" w:hAnsi="Times New Roman"/>
            <w:sz w:val="28"/>
            <w:szCs w:val="28"/>
          </w:rPr>
          <w:t>http://admnovoyas.hol.es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D03A2">
        <w:rPr>
          <w:sz w:val="28"/>
          <w:szCs w:val="28"/>
          <w:lang w:eastAsia="zh-CN"/>
        </w:rPr>
        <w:t xml:space="preserve"> </w:t>
      </w:r>
      <w:r w:rsidRPr="000D03A2">
        <w:rPr>
          <w:rFonts w:ascii="Times New Roman" w:hAnsi="Times New Roman"/>
          <w:sz w:val="28"/>
          <w:szCs w:val="28"/>
        </w:rPr>
        <w:t>-</w:t>
      </w:r>
      <w:r w:rsidRPr="008C12A9">
        <w:rPr>
          <w:rFonts w:ascii="Times New Roman" w:hAnsi="Times New Roman"/>
          <w:sz w:val="28"/>
          <w:szCs w:val="28"/>
        </w:rPr>
        <w:t xml:space="preserve"> в течение 3 р</w:t>
      </w:r>
      <w:r>
        <w:rPr>
          <w:rFonts w:ascii="Times New Roman" w:hAnsi="Times New Roman"/>
          <w:sz w:val="28"/>
          <w:szCs w:val="28"/>
        </w:rPr>
        <w:t>абочих дней со дня утверждения.</w:t>
      </w:r>
    </w:p>
    <w:p w:rsidR="00345684" w:rsidRPr="008C12A9" w:rsidRDefault="00345684" w:rsidP="008C12A9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36"/>
          <w:szCs w:val="28"/>
        </w:rPr>
      </w:pPr>
      <w:r w:rsidRPr="008C12A9">
        <w:rPr>
          <w:rFonts w:ascii="Times New Roman" w:hAnsi="Times New Roman"/>
          <w:sz w:val="28"/>
          <w:szCs w:val="24"/>
        </w:rPr>
        <w:t xml:space="preserve">2.10.3. Представлению Администрацией </w:t>
      </w:r>
      <w:r>
        <w:rPr>
          <w:rFonts w:ascii="Times New Roman" w:hAnsi="Times New Roman"/>
          <w:sz w:val="28"/>
          <w:szCs w:val="24"/>
        </w:rPr>
        <w:t xml:space="preserve">Новоясенского </w:t>
      </w:r>
      <w:r w:rsidRPr="008C12A9">
        <w:rPr>
          <w:rFonts w:ascii="Times New Roman" w:hAnsi="Times New Roman"/>
          <w:sz w:val="28"/>
          <w:szCs w:val="24"/>
        </w:rPr>
        <w:t>сельского поселения Староминского района в акционерное общество "Федеральная корпорация по развитию малого и среднего предпринимательства" с соблюдением установленных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бизнеса, состава указанных сведений, сроков, по</w:t>
      </w:r>
      <w:r>
        <w:rPr>
          <w:rFonts w:ascii="Times New Roman" w:hAnsi="Times New Roman"/>
          <w:sz w:val="28"/>
          <w:szCs w:val="24"/>
        </w:rPr>
        <w:t>рядка и формы их представления.</w:t>
      </w:r>
    </w:p>
    <w:p w:rsidR="00345684" w:rsidRPr="00F10F65" w:rsidRDefault="00345684" w:rsidP="00F10F65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40"/>
          <w:szCs w:val="28"/>
        </w:rPr>
      </w:pPr>
      <w:r w:rsidRPr="000D03A2">
        <w:rPr>
          <w:rFonts w:ascii="Times New Roman" w:hAnsi="Times New Roman"/>
          <w:sz w:val="28"/>
          <w:szCs w:val="24"/>
        </w:rPr>
        <w:t xml:space="preserve">2.11. В течение года с даты включения имущества в Перечень свободного имущества администрация </w:t>
      </w:r>
      <w:r>
        <w:rPr>
          <w:rFonts w:ascii="Times New Roman" w:hAnsi="Times New Roman"/>
          <w:sz w:val="28"/>
          <w:szCs w:val="24"/>
        </w:rPr>
        <w:t xml:space="preserve">Новоясенского </w:t>
      </w:r>
      <w:r w:rsidRPr="000D03A2">
        <w:rPr>
          <w:rFonts w:ascii="Times New Roman" w:hAnsi="Times New Roman"/>
          <w:sz w:val="28"/>
          <w:szCs w:val="24"/>
        </w:rPr>
        <w:t xml:space="preserve">сельского поселения Староминского района готовит конкурсную документацию для объявления аукциона (конкурса)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</w:t>
      </w:r>
      <w:hyperlink r:id="rId13" w:history="1">
        <w:r w:rsidRPr="000D03A2">
          <w:rPr>
            <w:rFonts w:ascii="Times New Roman" w:hAnsi="Times New Roman"/>
            <w:sz w:val="28"/>
            <w:szCs w:val="24"/>
          </w:rPr>
          <w:t>Федеральным законом от 26 июля 2006 г. N 135-ФЗ "О защите конкуренции"</w:t>
        </w:r>
      </w:hyperlink>
      <w:r w:rsidRPr="000D03A2">
        <w:rPr>
          <w:rFonts w:ascii="Times New Roman" w:hAnsi="Times New Roman"/>
          <w:sz w:val="28"/>
          <w:szCs w:val="24"/>
        </w:rPr>
        <w:t xml:space="preserve"> без </w:t>
      </w:r>
      <w:r>
        <w:rPr>
          <w:rFonts w:ascii="Times New Roman" w:hAnsi="Times New Roman"/>
          <w:sz w:val="28"/>
          <w:szCs w:val="24"/>
        </w:rPr>
        <w:t>проведения аукциона (конкурса).</w:t>
      </w:r>
    </w:p>
    <w:p w:rsidR="00345684" w:rsidRPr="0075693A" w:rsidRDefault="00345684" w:rsidP="000D03A2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2"/>
        <w:jc w:val="center"/>
        <w:outlineLvl w:val="2"/>
        <w:rPr>
          <w:rFonts w:ascii="Times New Roman" w:hAnsi="Times New Roman"/>
          <w:b/>
          <w:bCs/>
          <w:color w:val="FF0000"/>
          <w:sz w:val="40"/>
          <w:szCs w:val="28"/>
        </w:rPr>
      </w:pPr>
      <w:r w:rsidRPr="000D03A2">
        <w:rPr>
          <w:rFonts w:ascii="Times New Roman" w:hAnsi="Times New Roman"/>
          <w:b/>
          <w:bCs/>
          <w:sz w:val="28"/>
          <w:szCs w:val="28"/>
        </w:rPr>
        <w:t>3. Порядок ведения Перечня</w:t>
      </w:r>
    </w:p>
    <w:p w:rsidR="00345684" w:rsidRPr="00F92FBE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>3.1. Перечень включает в себя описание объекта учета с указанием его адреса и технических характеристик согласно форме представления и составу сведений, утвержденных Министерством экономического развития Российско</w:t>
      </w:r>
      <w:r>
        <w:rPr>
          <w:rFonts w:ascii="Times New Roman" w:hAnsi="Times New Roman"/>
          <w:sz w:val="28"/>
          <w:szCs w:val="28"/>
        </w:rPr>
        <w:t>й Федерации.</w:t>
      </w:r>
    </w:p>
    <w:p w:rsidR="00345684" w:rsidRPr="00F92FBE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 xml:space="preserve">3.2. Формирование и ведение Перечня, а также учет объектов, входящих в него, осуществляются </w:t>
      </w:r>
      <w:r>
        <w:rPr>
          <w:rFonts w:ascii="Times New Roman" w:hAnsi="Times New Roman"/>
          <w:sz w:val="28"/>
          <w:szCs w:val="28"/>
        </w:rPr>
        <w:t>ответственным специалистом администрации Новоясенского сельского поселения Староминского района.</w:t>
      </w:r>
    </w:p>
    <w:p w:rsidR="00345684" w:rsidRPr="00F92FBE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>3.3. Ведение Перечня осуществляется на бу</w:t>
      </w:r>
      <w:r>
        <w:rPr>
          <w:rFonts w:ascii="Times New Roman" w:hAnsi="Times New Roman"/>
          <w:sz w:val="28"/>
          <w:szCs w:val="28"/>
        </w:rPr>
        <w:t>мажном и электронном носителе.</w:t>
      </w:r>
    </w:p>
    <w:p w:rsidR="00345684" w:rsidRPr="00F92FBE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>Ведение базы данных муниципального имущества означает внесение в нее объектов учета и данных о них, обновление данных об объектах учета и их исключение из указанной базы данных при внесении изменений или дополнений в установленном порядке в утвержденный Переч</w:t>
      </w:r>
      <w:r>
        <w:rPr>
          <w:rFonts w:ascii="Times New Roman" w:hAnsi="Times New Roman"/>
          <w:sz w:val="28"/>
          <w:szCs w:val="28"/>
        </w:rPr>
        <w:t>ень.</w:t>
      </w:r>
    </w:p>
    <w:p w:rsidR="00345684" w:rsidRPr="00F92FBE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>3.4. Информация об объектах учета, содержащаяся в реестре, предоставляется заинтересованным лицам в соответствии с законодат</w:t>
      </w:r>
      <w:r>
        <w:rPr>
          <w:rFonts w:ascii="Times New Roman" w:hAnsi="Times New Roman"/>
          <w:sz w:val="28"/>
          <w:szCs w:val="28"/>
        </w:rPr>
        <w:t>ельством Российской Федерации.</w:t>
      </w:r>
    </w:p>
    <w:p w:rsidR="00345684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345684" w:rsidRPr="0005561D" w:rsidRDefault="00345684" w:rsidP="0005561D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center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b/>
          <w:bCs/>
          <w:sz w:val="28"/>
          <w:szCs w:val="28"/>
        </w:rPr>
        <w:t>4. Порядок официального опубликования Перечня</w:t>
      </w:r>
    </w:p>
    <w:p w:rsidR="00345684" w:rsidRPr="000D03A2" w:rsidRDefault="00345684" w:rsidP="008C5E00">
      <w:pPr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 xml:space="preserve">4.1. Перечень, изменения и дополнения к нему подлежат размещению в сети "Интернет" </w:t>
      </w:r>
      <w:r w:rsidRPr="00F92FBE">
        <w:rPr>
          <w:rFonts w:ascii="Times New Roman" w:hAnsi="Times New Roman"/>
          <w:sz w:val="28"/>
          <w:szCs w:val="28"/>
          <w:lang w:eastAsia="zh-CN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  <w:lang w:eastAsia="zh-CN"/>
        </w:rPr>
        <w:t xml:space="preserve">Новоясенского </w:t>
      </w:r>
      <w:r w:rsidRPr="00F92FBE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</w:t>
      </w:r>
      <w:r w:rsidRPr="00F92FBE">
        <w:rPr>
          <w:rFonts w:ascii="Times New Roman" w:hAnsi="Times New Roman"/>
        </w:rPr>
        <w:t xml:space="preserve"> </w:t>
      </w:r>
      <w:r w:rsidRPr="008C5E00">
        <w:rPr>
          <w:rFonts w:ascii="Times New Roman" w:hAnsi="Times New Roman"/>
          <w:sz w:val="28"/>
          <w:szCs w:val="28"/>
        </w:rPr>
        <w:t>http://admnovoyas.hol.es</w:t>
      </w:r>
    </w:p>
    <w:p w:rsidR="00345684" w:rsidRPr="0005561D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2FBE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F92FBE">
        <w:rPr>
          <w:rFonts w:ascii="Times New Roman" w:hAnsi="Times New Roman"/>
          <w:sz w:val="28"/>
          <w:szCs w:val="28"/>
        </w:rPr>
        <w:t xml:space="preserve">. Решения </w:t>
      </w:r>
      <w:r>
        <w:rPr>
          <w:rFonts w:ascii="Times New Roman" w:hAnsi="Times New Roman"/>
          <w:sz w:val="28"/>
          <w:szCs w:val="28"/>
        </w:rPr>
        <w:t>Совета Новоясенского сельского поселения Староминского района</w:t>
      </w:r>
      <w:r w:rsidRPr="00F92FBE">
        <w:rPr>
          <w:rFonts w:ascii="Times New Roman" w:hAnsi="Times New Roman"/>
          <w:sz w:val="28"/>
          <w:szCs w:val="28"/>
        </w:rPr>
        <w:t xml:space="preserve"> об утверждении, изменении и дополнении Перечня вступают в силу со дня их официального опубликования.</w:t>
      </w:r>
    </w:p>
    <w:p w:rsidR="00345684" w:rsidRPr="00F92FBE" w:rsidRDefault="00345684" w:rsidP="00F92FBE">
      <w:pPr>
        <w:numPr>
          <w:ilvl w:val="0"/>
          <w:numId w:val="2"/>
        </w:numPr>
        <w:tabs>
          <w:tab w:val="clear" w:pos="0"/>
        </w:tabs>
        <w:spacing w:after="0" w:line="240" w:lineRule="auto"/>
        <w:ind w:left="0" w:firstLine="993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345684" w:rsidRDefault="00345684" w:rsidP="00F92FBE">
      <w:pPr>
        <w:spacing w:after="0" w:line="240" w:lineRule="auto"/>
        <w:jc w:val="both"/>
        <w:rPr>
          <w:bCs/>
          <w:color w:val="26282F"/>
          <w:sz w:val="20"/>
        </w:rPr>
      </w:pPr>
    </w:p>
    <w:p w:rsidR="00345684" w:rsidRDefault="00345684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hAnsi="Times New Roman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Исполняющий обязанности главы </w:t>
      </w:r>
    </w:p>
    <w:p w:rsidR="00345684" w:rsidRPr="00F10F65" w:rsidRDefault="00345684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hAnsi="Times New Roman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Новоясенского </w:t>
      </w:r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 сельского поселения </w:t>
      </w:r>
    </w:p>
    <w:p w:rsidR="00345684" w:rsidRPr="00F10F65" w:rsidRDefault="00345684" w:rsidP="00F10F65">
      <w:pPr>
        <w:widowControl w:val="0"/>
        <w:tabs>
          <w:tab w:val="left" w:pos="1990"/>
        </w:tabs>
        <w:suppressAutoHyphens/>
        <w:spacing w:after="0" w:line="240" w:lineRule="auto"/>
        <w:jc w:val="both"/>
        <w:rPr>
          <w:rFonts w:ascii="Times New Roman" w:hAnsi="Times New Roman" w:cs="Tahoma"/>
          <w:color w:val="000000"/>
          <w:sz w:val="28"/>
          <w:szCs w:val="28"/>
          <w:lang w:eastAsia="en-US"/>
        </w:rPr>
      </w:pPr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Староминского района                                  </w:t>
      </w: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                               </w:t>
      </w:r>
      <w:bookmarkStart w:id="1" w:name="_GoBack"/>
      <w:bookmarkEnd w:id="1"/>
      <w:r w:rsidRPr="00F10F65">
        <w:rPr>
          <w:rFonts w:ascii="Times New Roman" w:hAnsi="Times New Roman" w:cs="Tahoma"/>
          <w:color w:val="000000"/>
          <w:sz w:val="28"/>
          <w:szCs w:val="28"/>
          <w:lang w:eastAsia="en-US"/>
        </w:rPr>
        <w:t xml:space="preserve">  </w:t>
      </w:r>
      <w:r>
        <w:rPr>
          <w:rFonts w:ascii="Times New Roman" w:hAnsi="Times New Roman" w:cs="Tahoma"/>
          <w:color w:val="000000"/>
          <w:sz w:val="28"/>
          <w:szCs w:val="28"/>
          <w:lang w:eastAsia="en-US"/>
        </w:rPr>
        <w:t>С.А. Крапивина</w:t>
      </w:r>
    </w:p>
    <w:p w:rsidR="00345684" w:rsidRDefault="00345684" w:rsidP="0005561D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F92FBE">
      <w:pPr>
        <w:widowControl w:val="0"/>
        <w:suppressAutoHyphens/>
        <w:spacing w:after="0" w:line="240" w:lineRule="auto"/>
        <w:ind w:right="-1"/>
        <w:jc w:val="right"/>
        <w:rPr>
          <w:rFonts w:ascii="Times New Roman" w:hAnsi="Times New Roman"/>
          <w:sz w:val="28"/>
          <w:szCs w:val="20"/>
        </w:rPr>
      </w:pPr>
    </w:p>
    <w:p w:rsidR="00345684" w:rsidRDefault="00345684" w:rsidP="009E60D2"/>
    <w:p w:rsidR="00345684" w:rsidRDefault="00345684" w:rsidP="009E60D2"/>
    <w:p w:rsidR="00345684" w:rsidRDefault="00345684" w:rsidP="009E60D2">
      <w:pPr>
        <w:widowControl w:val="0"/>
        <w:suppressAutoHyphens/>
        <w:spacing w:after="0" w:line="240" w:lineRule="auto"/>
        <w:ind w:right="-568"/>
        <w:jc w:val="center"/>
        <w:rPr>
          <w:rFonts w:ascii="Times New Roman" w:hAnsi="Times New Roman"/>
          <w:sz w:val="28"/>
          <w:szCs w:val="28"/>
        </w:rPr>
      </w:pPr>
    </w:p>
    <w:sectPr w:rsidR="00345684" w:rsidSect="009E60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3B7"/>
    <w:rsid w:val="0000626C"/>
    <w:rsid w:val="00036C25"/>
    <w:rsid w:val="0005534E"/>
    <w:rsid w:val="0005561D"/>
    <w:rsid w:val="000D03A2"/>
    <w:rsid w:val="000D614F"/>
    <w:rsid w:val="000F6AB7"/>
    <w:rsid w:val="00104C47"/>
    <w:rsid w:val="001E6426"/>
    <w:rsid w:val="00230A7C"/>
    <w:rsid w:val="00260E7E"/>
    <w:rsid w:val="0028058B"/>
    <w:rsid w:val="00295128"/>
    <w:rsid w:val="002A3197"/>
    <w:rsid w:val="002C3959"/>
    <w:rsid w:val="0033580B"/>
    <w:rsid w:val="00345684"/>
    <w:rsid w:val="00346CB2"/>
    <w:rsid w:val="00365E8B"/>
    <w:rsid w:val="00380F05"/>
    <w:rsid w:val="003B2FEB"/>
    <w:rsid w:val="003C3348"/>
    <w:rsid w:val="00405D0B"/>
    <w:rsid w:val="00413C03"/>
    <w:rsid w:val="004360CA"/>
    <w:rsid w:val="004466FF"/>
    <w:rsid w:val="0047128A"/>
    <w:rsid w:val="00471C6C"/>
    <w:rsid w:val="004A594F"/>
    <w:rsid w:val="00524799"/>
    <w:rsid w:val="005276F1"/>
    <w:rsid w:val="005343B7"/>
    <w:rsid w:val="00607029"/>
    <w:rsid w:val="006A183E"/>
    <w:rsid w:val="006C3377"/>
    <w:rsid w:val="00750DFD"/>
    <w:rsid w:val="0075693A"/>
    <w:rsid w:val="007B5AA4"/>
    <w:rsid w:val="007C4086"/>
    <w:rsid w:val="0085493D"/>
    <w:rsid w:val="008570C0"/>
    <w:rsid w:val="008663C3"/>
    <w:rsid w:val="008C12A9"/>
    <w:rsid w:val="008C5E00"/>
    <w:rsid w:val="008E7E7B"/>
    <w:rsid w:val="00965E79"/>
    <w:rsid w:val="00995D52"/>
    <w:rsid w:val="009E3882"/>
    <w:rsid w:val="009E3C06"/>
    <w:rsid w:val="009E60D2"/>
    <w:rsid w:val="00A44F8D"/>
    <w:rsid w:val="00AF591D"/>
    <w:rsid w:val="00B1419F"/>
    <w:rsid w:val="00B33C27"/>
    <w:rsid w:val="00B35047"/>
    <w:rsid w:val="00B55301"/>
    <w:rsid w:val="00B73613"/>
    <w:rsid w:val="00CC50EE"/>
    <w:rsid w:val="00CD5A77"/>
    <w:rsid w:val="00D6252F"/>
    <w:rsid w:val="00D65286"/>
    <w:rsid w:val="00D86561"/>
    <w:rsid w:val="00D97EEE"/>
    <w:rsid w:val="00DB7C3C"/>
    <w:rsid w:val="00DD6832"/>
    <w:rsid w:val="00E0014F"/>
    <w:rsid w:val="00E20DCC"/>
    <w:rsid w:val="00E568A1"/>
    <w:rsid w:val="00E77921"/>
    <w:rsid w:val="00E87F79"/>
    <w:rsid w:val="00EB3E23"/>
    <w:rsid w:val="00EE6AB7"/>
    <w:rsid w:val="00F10F65"/>
    <w:rsid w:val="00F3569C"/>
    <w:rsid w:val="00F613CA"/>
    <w:rsid w:val="00F92FBE"/>
    <w:rsid w:val="00FE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0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343B7"/>
    <w:pPr>
      <w:keepNext/>
      <w:spacing w:after="0" w:line="240" w:lineRule="auto"/>
      <w:jc w:val="both"/>
      <w:outlineLvl w:val="0"/>
    </w:pPr>
    <w:rPr>
      <w:rFonts w:ascii="Times New Roman" w:hAnsi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43B7"/>
    <w:pPr>
      <w:keepNext/>
      <w:spacing w:after="0" w:line="240" w:lineRule="auto"/>
      <w:jc w:val="center"/>
      <w:outlineLvl w:val="2"/>
    </w:pPr>
    <w:rPr>
      <w:rFonts w:ascii="Times New Roman" w:hAnsi="Times New Roman"/>
      <w:bCs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3B7"/>
    <w:rPr>
      <w:rFonts w:ascii="Times New Roman" w:hAnsi="Times New Roman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3B7"/>
    <w:rPr>
      <w:rFonts w:ascii="Times New Roman" w:hAnsi="Times New Roman" w:cs="Times New Roman"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5343B7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343B7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5343B7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343B7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5343B7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343B7"/>
    <w:rPr>
      <w:rFonts w:ascii="Times New Roman" w:hAnsi="Times New Roman"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hAnsi="Arial" w:cs="Arial"/>
      <w:color w:val="000000"/>
      <w:sz w:val="17"/>
      <w:szCs w:val="17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343B7"/>
    <w:rPr>
      <w:rFonts w:ascii="Arial" w:hAnsi="Arial" w:cs="Arial"/>
      <w:color w:val="000000"/>
      <w:sz w:val="17"/>
      <w:szCs w:val="17"/>
    </w:rPr>
  </w:style>
  <w:style w:type="paragraph" w:customStyle="1" w:styleId="Nonformat">
    <w:name w:val="Nonformat"/>
    <w:basedOn w:val="Normal"/>
    <w:uiPriority w:val="99"/>
    <w:rsid w:val="005343B7"/>
    <w:pPr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530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C3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C3959"/>
    <w:rPr>
      <w:rFonts w:cs="Times New Roman"/>
      <w:b/>
    </w:rPr>
  </w:style>
  <w:style w:type="paragraph" w:customStyle="1" w:styleId="ConsNonformat">
    <w:name w:val="ConsNonformat"/>
    <w:uiPriority w:val="99"/>
    <w:rsid w:val="008E7E7B"/>
    <w:pPr>
      <w:widowControl w:val="0"/>
    </w:pPr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9E3C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EE6AB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E60D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E60D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formattext">
    <w:name w:val="formattext"/>
    <w:basedOn w:val="Normal"/>
    <w:uiPriority w:val="99"/>
    <w:rsid w:val="009E60D2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0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4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4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11239" TargetMode="External"/><Relationship Id="rId13" Type="http://schemas.openxmlformats.org/officeDocument/2006/relationships/hyperlink" Target="http://docs.cntd.ru/document/9019895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11239" TargetMode="External"/><Relationship Id="rId12" Type="http://schemas.openxmlformats.org/officeDocument/2006/relationships/hyperlink" Target="http://admnovoyas.hol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11239" TargetMode="External"/><Relationship Id="rId11" Type="http://schemas.openxmlformats.org/officeDocument/2006/relationships/hyperlink" Target="http://docs.cntd.ru/document/902111239" TargetMode="External"/><Relationship Id="rId5" Type="http://schemas.openxmlformats.org/officeDocument/2006/relationships/hyperlink" Target="http://docs.cntd.ru/document/90205319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9895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1123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8</Pages>
  <Words>2323</Words>
  <Characters>13243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User</cp:lastModifiedBy>
  <cp:revision>22</cp:revision>
  <cp:lastPrinted>2017-07-28T06:23:00Z</cp:lastPrinted>
  <dcterms:created xsi:type="dcterms:W3CDTF">2017-03-14T12:19:00Z</dcterms:created>
  <dcterms:modified xsi:type="dcterms:W3CDTF">2018-01-31T08:36:00Z</dcterms:modified>
</cp:coreProperties>
</file>